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FB" w:rsidRDefault="00245DFB" w:rsidP="0059505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505C"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:rsidR="00245DFB" w:rsidRPr="00AD42CE" w:rsidRDefault="00245DFB" w:rsidP="00AD42C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6E82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7pt;height:47.25pt;visibility:visible">
            <v:imagedata r:id="rId4" o:title=""/>
          </v:shape>
        </w:pict>
      </w:r>
    </w:p>
    <w:p w:rsidR="00245DFB" w:rsidRDefault="00245DFB" w:rsidP="0059505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505C">
        <w:rPr>
          <w:rFonts w:ascii="Times New Roman" w:hAnsi="Times New Roman" w:cs="Times New Roman"/>
          <w:b/>
          <w:bCs/>
          <w:sz w:val="32"/>
          <w:szCs w:val="32"/>
        </w:rPr>
        <w:t>Журнал регистрации участников выставки</w:t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827"/>
        <w:gridCol w:w="3828"/>
        <w:gridCol w:w="3402"/>
        <w:gridCol w:w="3260"/>
      </w:tblGrid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работы</w:t>
            </w:r>
          </w:p>
        </w:tc>
        <w:tc>
          <w:tcPr>
            <w:tcW w:w="3828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Представленная номинация</w:t>
            </w:r>
          </w:p>
        </w:tc>
        <w:tc>
          <w:tcPr>
            <w:tcW w:w="3402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 участника (</w:t>
            </w:r>
            <w:r w:rsidRPr="003F6E82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),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</w:t>
            </w:r>
          </w:p>
        </w:tc>
        <w:tc>
          <w:tcPr>
            <w:tcW w:w="3260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 преподавателя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3F6E82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38.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51.</w:t>
            </w: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6E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45DFB" w:rsidRPr="003F6E82">
        <w:tc>
          <w:tcPr>
            <w:tcW w:w="817" w:type="dxa"/>
            <w:vAlign w:val="center"/>
          </w:tcPr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45DFB" w:rsidRPr="003F6E82" w:rsidRDefault="00245DFB" w:rsidP="003F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45DFB" w:rsidRPr="003F6E82" w:rsidRDefault="00245DFB" w:rsidP="003F6E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45DFB" w:rsidRPr="0059505C" w:rsidRDefault="00245DFB" w:rsidP="00AD42CE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45DFB" w:rsidRPr="0059505C" w:rsidSect="00784588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F6B"/>
    <w:rsid w:val="00245DFB"/>
    <w:rsid w:val="0027689B"/>
    <w:rsid w:val="003F6E82"/>
    <w:rsid w:val="0059505C"/>
    <w:rsid w:val="00784588"/>
    <w:rsid w:val="007A0F6B"/>
    <w:rsid w:val="009B42B8"/>
    <w:rsid w:val="00AD42CE"/>
    <w:rsid w:val="00B341FA"/>
    <w:rsid w:val="00D1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2B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505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D4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4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5</Pages>
  <Words>122</Words>
  <Characters>699</Characters>
  <Application>Microsoft Office Outlook</Application>
  <DocSecurity>0</DocSecurity>
  <Lines>0</Lines>
  <Paragraphs>0</Paragraphs>
  <ScaleCrop>false</ScaleCrop>
  <Company>LT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pedagog</cp:lastModifiedBy>
  <cp:revision>3</cp:revision>
  <cp:lastPrinted>2016-05-05T10:46:00Z</cp:lastPrinted>
  <dcterms:created xsi:type="dcterms:W3CDTF">2016-05-04T16:30:00Z</dcterms:created>
  <dcterms:modified xsi:type="dcterms:W3CDTF">2016-05-05T10:47:00Z</dcterms:modified>
</cp:coreProperties>
</file>